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0" w:rsidRPr="00573A5C" w:rsidRDefault="00BC6500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73A5C">
        <w:rPr>
          <w:rFonts w:ascii="Arial" w:hAnsi="Arial" w:cs="Arial"/>
          <w:b/>
          <w:sz w:val="24"/>
          <w:szCs w:val="24"/>
          <w:u w:val="single"/>
        </w:rPr>
        <w:t xml:space="preserve">Methods 1 Revision: </w:t>
      </w:r>
    </w:p>
    <w:p w:rsidR="002F4455" w:rsidRDefault="002F4455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73A5C">
        <w:rPr>
          <w:rFonts w:ascii="Arial" w:hAnsi="Arial" w:cs="Arial"/>
          <w:b/>
          <w:sz w:val="24"/>
          <w:szCs w:val="24"/>
          <w:u w:val="single"/>
        </w:rPr>
        <w:t xml:space="preserve">Grades C &amp; D </w:t>
      </w:r>
      <w:r w:rsidR="00BC6500" w:rsidRPr="00573A5C">
        <w:rPr>
          <w:rFonts w:ascii="Arial" w:hAnsi="Arial" w:cs="Arial"/>
          <w:b/>
          <w:sz w:val="24"/>
          <w:szCs w:val="24"/>
          <w:u w:val="single"/>
        </w:rPr>
        <w:t xml:space="preserve">Algebra </w:t>
      </w:r>
    </w:p>
    <w:p w:rsidR="00573A5C" w:rsidRPr="00573A5C" w:rsidRDefault="00573A5C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C6500" w:rsidRPr="00573A5C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573A5C">
        <w:rPr>
          <w:rFonts w:ascii="Arial" w:hAnsi="Arial" w:cs="Arial"/>
          <w:i/>
          <w:sz w:val="20"/>
          <w:szCs w:val="20"/>
        </w:rPr>
        <w:t>There are 2 similar parts to each question, if you get help with the 1</w:t>
      </w:r>
      <w:r w:rsidRPr="00573A5C">
        <w:rPr>
          <w:rFonts w:ascii="Arial" w:hAnsi="Arial" w:cs="Arial"/>
          <w:i/>
          <w:sz w:val="20"/>
          <w:szCs w:val="20"/>
          <w:vertAlign w:val="superscript"/>
        </w:rPr>
        <w:t>st</w:t>
      </w:r>
      <w:r w:rsidRPr="00573A5C">
        <w:rPr>
          <w:rFonts w:ascii="Arial" w:hAnsi="Arial" w:cs="Arial"/>
          <w:i/>
          <w:sz w:val="20"/>
          <w:szCs w:val="20"/>
        </w:rPr>
        <w:t xml:space="preserve"> part try to do the 2</w:t>
      </w:r>
      <w:r w:rsidRPr="00573A5C">
        <w:rPr>
          <w:rFonts w:ascii="Arial" w:hAnsi="Arial" w:cs="Arial"/>
          <w:i/>
          <w:sz w:val="20"/>
          <w:szCs w:val="20"/>
          <w:vertAlign w:val="superscript"/>
        </w:rPr>
        <w:t>nd</w:t>
      </w:r>
      <w:r w:rsidRPr="00573A5C">
        <w:rPr>
          <w:rFonts w:ascii="Arial" w:hAnsi="Arial" w:cs="Arial"/>
          <w:i/>
          <w:sz w:val="20"/>
          <w:szCs w:val="20"/>
        </w:rPr>
        <w:t xml:space="preserve"> part by yourself.</w:t>
      </w:r>
    </w:p>
    <w:p w:rsidR="00C66B46" w:rsidRPr="00573A5C" w:rsidRDefault="00C66B46" w:rsidP="00BC6500">
      <w:pPr>
        <w:spacing w:after="0"/>
        <w:jc w:val="center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77"/>
        <w:gridCol w:w="8222"/>
        <w:gridCol w:w="1415"/>
      </w:tblGrid>
      <w:tr w:rsidR="002465FA" w:rsidRPr="00573A5C" w:rsidTr="009E6FD7">
        <w:tc>
          <w:tcPr>
            <w:tcW w:w="777" w:type="dxa"/>
          </w:tcPr>
          <w:p w:rsidR="00BC6500" w:rsidRPr="00573A5C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8222" w:type="dxa"/>
          </w:tcPr>
          <w:p w:rsidR="00BC6500" w:rsidRPr="00573A5C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b/>
                <w:sz w:val="24"/>
                <w:szCs w:val="24"/>
              </w:rPr>
              <w:t>Questions</w:t>
            </w:r>
          </w:p>
        </w:tc>
        <w:tc>
          <w:tcPr>
            <w:tcW w:w="1415" w:type="dxa"/>
          </w:tcPr>
          <w:p w:rsidR="00BC6500" w:rsidRPr="00573A5C" w:rsidRDefault="00BC6500" w:rsidP="00C66B4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b/>
                <w:sz w:val="24"/>
                <w:szCs w:val="24"/>
              </w:rPr>
              <w:t>Marks</w:t>
            </w:r>
          </w:p>
        </w:tc>
      </w:tr>
      <w:tr w:rsidR="002465FA" w:rsidRPr="00573A5C" w:rsidTr="009E6FD7">
        <w:tc>
          <w:tcPr>
            <w:tcW w:w="777" w:type="dxa"/>
          </w:tcPr>
          <w:p w:rsidR="00BC6500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1(a)</w:t>
            </w:r>
          </w:p>
        </w:tc>
        <w:tc>
          <w:tcPr>
            <w:tcW w:w="8222" w:type="dxa"/>
          </w:tcPr>
          <w:p w:rsidR="00BC6500" w:rsidRPr="00573A5C" w:rsidRDefault="00C66B46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Expand and simplify:</w:t>
            </w:r>
          </w:p>
          <w:p w:rsidR="00C66B46" w:rsidRPr="00573A5C" w:rsidRDefault="00573A5C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3(5x+2) + 2(3x-1</w:t>
            </w:r>
            <w:r w:rsidR="00C66B46" w:rsidRPr="00573A5C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:rsidR="00C66B46" w:rsidRPr="00573A5C" w:rsidRDefault="00C66B46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BC6500" w:rsidRPr="00573A5C" w:rsidRDefault="00573A5C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</w:t>
            </w:r>
            <w:r w:rsidR="00C66B46" w:rsidRPr="00573A5C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2465FA" w:rsidRPr="00573A5C" w:rsidTr="009E6FD7">
        <w:tc>
          <w:tcPr>
            <w:tcW w:w="777" w:type="dxa"/>
          </w:tcPr>
          <w:p w:rsidR="00BC6500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1(b)</w:t>
            </w:r>
          </w:p>
        </w:tc>
        <w:tc>
          <w:tcPr>
            <w:tcW w:w="8222" w:type="dxa"/>
          </w:tcPr>
          <w:p w:rsidR="00C66B46" w:rsidRPr="00573A5C" w:rsidRDefault="00C66B46" w:rsidP="00C66B46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Expand and simplify:</w:t>
            </w:r>
          </w:p>
          <w:p w:rsidR="00C66B46" w:rsidRPr="00573A5C" w:rsidRDefault="00573A5C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3(3x-1) - 2(5</w:t>
            </w:r>
            <w:r w:rsidR="00C66B46" w:rsidRPr="00573A5C">
              <w:rPr>
                <w:rFonts w:ascii="Arial" w:eastAsiaTheme="minorHAnsi" w:hAnsi="Arial" w:cs="Arial"/>
                <w:sz w:val="24"/>
                <w:szCs w:val="24"/>
              </w:rPr>
              <w:t>x-1)</w:t>
            </w:r>
          </w:p>
          <w:p w:rsidR="00BC6500" w:rsidRPr="00573A5C" w:rsidRDefault="00BC6500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BC6500" w:rsidRPr="00573A5C" w:rsidRDefault="00573A5C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</w:t>
            </w:r>
            <w:r w:rsidR="00C66B46" w:rsidRPr="00573A5C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2465FA" w:rsidRPr="00573A5C" w:rsidTr="009E6FD7">
        <w:tc>
          <w:tcPr>
            <w:tcW w:w="777" w:type="dxa"/>
          </w:tcPr>
          <w:p w:rsidR="00BC6500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2(a)</w:t>
            </w:r>
          </w:p>
        </w:tc>
        <w:tc>
          <w:tcPr>
            <w:tcW w:w="8222" w:type="dxa"/>
          </w:tcPr>
          <w:p w:rsidR="00BC6500" w:rsidRPr="00573A5C" w:rsidRDefault="00CA2C9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 w:rsidRPr="00573A5C">
              <w:rPr>
                <w:rFonts w:ascii="Arial" w:eastAsiaTheme="minorHAnsi" w:hAnsi="Arial" w:cs="Arial"/>
                <w:sz w:val="24"/>
                <w:szCs w:val="24"/>
              </w:rPr>
              <w:t>Factorise</w:t>
            </w:r>
            <w:proofErr w:type="spellEnd"/>
            <w:r w:rsidRPr="00573A5C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CA2C9F" w:rsidRPr="00573A5C" w:rsidRDefault="00573A5C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9</w:t>
            </w:r>
            <w:r w:rsidR="00CA2C9F" w:rsidRPr="00573A5C">
              <w:rPr>
                <w:rFonts w:ascii="Arial" w:eastAsiaTheme="minorHAnsi" w:hAnsi="Arial" w:cs="Arial"/>
                <w:sz w:val="24"/>
                <w:szCs w:val="24"/>
              </w:rPr>
              <w:t>x + 21</w:t>
            </w:r>
          </w:p>
          <w:p w:rsidR="00CA2C9F" w:rsidRPr="00573A5C" w:rsidRDefault="00CA2C9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BC6500" w:rsidRPr="00573A5C" w:rsidRDefault="00CA2C9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(2)</w:t>
            </w:r>
          </w:p>
        </w:tc>
      </w:tr>
      <w:tr w:rsidR="002465FA" w:rsidRPr="00573A5C" w:rsidTr="009E6FD7">
        <w:tc>
          <w:tcPr>
            <w:tcW w:w="777" w:type="dxa"/>
          </w:tcPr>
          <w:p w:rsidR="00BC6500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2(b)</w:t>
            </w:r>
          </w:p>
        </w:tc>
        <w:tc>
          <w:tcPr>
            <w:tcW w:w="8222" w:type="dxa"/>
          </w:tcPr>
          <w:p w:rsidR="00CA2C9F" w:rsidRPr="00573A5C" w:rsidRDefault="00CA2C9F" w:rsidP="00CA2C9F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 w:rsidRPr="00573A5C">
              <w:rPr>
                <w:rFonts w:ascii="Arial" w:eastAsiaTheme="minorHAnsi" w:hAnsi="Arial" w:cs="Arial"/>
                <w:sz w:val="24"/>
                <w:szCs w:val="24"/>
              </w:rPr>
              <w:t>Factorise</w:t>
            </w:r>
            <w:proofErr w:type="spellEnd"/>
            <w:r w:rsidRPr="00573A5C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CA2C9F" w:rsidRPr="00573A5C" w:rsidRDefault="00573A5C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20x  - 4</w:t>
            </w:r>
            <w:r w:rsidR="00CA2C9F" w:rsidRPr="00573A5C">
              <w:rPr>
                <w:rFonts w:ascii="Arial" w:eastAsiaTheme="minorHAnsi" w:hAnsi="Arial" w:cs="Arial"/>
                <w:sz w:val="24"/>
                <w:szCs w:val="24"/>
              </w:rPr>
              <w:t>5</w:t>
            </w:r>
          </w:p>
          <w:p w:rsidR="00BC6500" w:rsidRPr="00573A5C" w:rsidRDefault="00BC6500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BC6500" w:rsidRPr="00573A5C" w:rsidRDefault="00CA2C9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(2)</w:t>
            </w:r>
          </w:p>
        </w:tc>
      </w:tr>
      <w:tr w:rsidR="00464F5F" w:rsidRPr="00573A5C" w:rsidTr="009E6FD7">
        <w:tc>
          <w:tcPr>
            <w:tcW w:w="777" w:type="dxa"/>
          </w:tcPr>
          <w:p w:rsidR="00464F5F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3(a)</w:t>
            </w:r>
          </w:p>
        </w:tc>
        <w:tc>
          <w:tcPr>
            <w:tcW w:w="8222" w:type="dxa"/>
          </w:tcPr>
          <w:p w:rsidR="00464F5F" w:rsidRPr="00573A5C" w:rsidRDefault="00464F5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 xml:space="preserve">Simplify </w:t>
            </w:r>
          </w:p>
          <w:p w:rsidR="00464F5F" w:rsidRPr="00573A5C" w:rsidRDefault="00344163" w:rsidP="00464F5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x</w:t>
            </w:r>
            <w:r w:rsidR="00573A5C" w:rsidRPr="00573A5C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5</w:t>
            </w:r>
            <w:r w:rsidR="00464F5F" w:rsidRPr="00573A5C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 xml:space="preserve"> </w:t>
            </w:r>
            <w:r w:rsidR="00464F5F" w:rsidRPr="00573A5C">
              <w:rPr>
                <w:rFonts w:ascii="Arial" w:eastAsiaTheme="minorHAnsi" w:hAnsi="Arial" w:cs="Arial"/>
                <w:sz w:val="24"/>
                <w:szCs w:val="24"/>
              </w:rPr>
              <w:t>× x</w:t>
            </w:r>
            <w:r w:rsidR="00464F5F" w:rsidRPr="00573A5C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4</w:t>
            </w:r>
          </w:p>
          <w:p w:rsidR="00464F5F" w:rsidRPr="00573A5C" w:rsidRDefault="00464F5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464F5F" w:rsidRPr="00573A5C" w:rsidRDefault="00464F5F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(1)</w:t>
            </w:r>
          </w:p>
        </w:tc>
      </w:tr>
      <w:tr w:rsidR="00464F5F" w:rsidRPr="00573A5C" w:rsidTr="009E6FD7">
        <w:tc>
          <w:tcPr>
            <w:tcW w:w="777" w:type="dxa"/>
          </w:tcPr>
          <w:p w:rsidR="00464F5F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3(b)</w:t>
            </w:r>
          </w:p>
        </w:tc>
        <w:tc>
          <w:tcPr>
            <w:tcW w:w="8222" w:type="dxa"/>
          </w:tcPr>
          <w:p w:rsidR="00464F5F" w:rsidRPr="00573A5C" w:rsidRDefault="00464F5F" w:rsidP="00464F5F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 xml:space="preserve">Simplify </w:t>
            </w:r>
          </w:p>
          <w:p w:rsidR="00464F5F" w:rsidRPr="00573A5C" w:rsidRDefault="00464F5F" w:rsidP="00464F5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x</w:t>
            </w:r>
            <w:r w:rsidR="00573A5C" w:rsidRPr="00573A5C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9</w:t>
            </w:r>
            <w:r w:rsidRPr="00573A5C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 xml:space="preserve"> </w:t>
            </w: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÷ x</w:t>
            </w:r>
            <w:r w:rsidR="00573A5C" w:rsidRPr="00573A5C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5</w:t>
            </w:r>
          </w:p>
          <w:p w:rsidR="00464F5F" w:rsidRPr="00573A5C" w:rsidRDefault="00464F5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464F5F" w:rsidRPr="00573A5C" w:rsidRDefault="00464F5F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(1)</w:t>
            </w:r>
          </w:p>
        </w:tc>
      </w:tr>
      <w:tr w:rsidR="002F4455" w:rsidRPr="00573A5C" w:rsidTr="009E6FD7">
        <w:tc>
          <w:tcPr>
            <w:tcW w:w="777" w:type="dxa"/>
          </w:tcPr>
          <w:p w:rsidR="002F4455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4(a)</w:t>
            </w:r>
          </w:p>
        </w:tc>
        <w:tc>
          <w:tcPr>
            <w:tcW w:w="8222" w:type="dxa"/>
          </w:tcPr>
          <w:p w:rsidR="002F4455" w:rsidRPr="00573A5C" w:rsidRDefault="002F4455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Simplify</w:t>
            </w:r>
          </w:p>
          <w:p w:rsidR="002F4455" w:rsidRPr="00573A5C" w:rsidRDefault="00344163" w:rsidP="002F4455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hAnsi="Arial" w:cs="Arial"/>
                <w:position w:val="-28"/>
                <w:sz w:val="24"/>
                <w:szCs w:val="24"/>
              </w:rPr>
              <w:object w:dxaOrig="859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41.25pt" o:ole="">
                  <v:imagedata r:id="rId7" o:title=""/>
                </v:shape>
                <o:OLEObject Type="Embed" ProgID="Equation.DSMT4" ShapeID="_x0000_i1025" DrawAspect="Content" ObjectID="_1422355530" r:id="rId8"/>
              </w:object>
            </w:r>
          </w:p>
        </w:tc>
        <w:tc>
          <w:tcPr>
            <w:tcW w:w="1415" w:type="dxa"/>
            <w:vAlign w:val="bottom"/>
          </w:tcPr>
          <w:p w:rsidR="002F4455" w:rsidRPr="00573A5C" w:rsidRDefault="00573A5C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(2)</w:t>
            </w:r>
          </w:p>
        </w:tc>
      </w:tr>
      <w:tr w:rsidR="002F4455" w:rsidRPr="00573A5C" w:rsidTr="009E6FD7">
        <w:tc>
          <w:tcPr>
            <w:tcW w:w="777" w:type="dxa"/>
          </w:tcPr>
          <w:p w:rsidR="002F4455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4(b)</w:t>
            </w:r>
          </w:p>
        </w:tc>
        <w:tc>
          <w:tcPr>
            <w:tcW w:w="8222" w:type="dxa"/>
          </w:tcPr>
          <w:p w:rsidR="002F4455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Simplify</w:t>
            </w:r>
          </w:p>
          <w:p w:rsidR="00573A5C" w:rsidRPr="00573A5C" w:rsidRDefault="00573A5C" w:rsidP="00573A5C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hAnsi="Arial" w:cs="Arial"/>
                <w:position w:val="-28"/>
                <w:sz w:val="24"/>
                <w:szCs w:val="24"/>
              </w:rPr>
              <w:object w:dxaOrig="859" w:dyaOrig="700">
                <v:shape id="_x0000_i1026" type="#_x0000_t75" style="width:51pt;height:42pt" o:ole="">
                  <v:imagedata r:id="rId9" o:title=""/>
                </v:shape>
                <o:OLEObject Type="Embed" ProgID="Equation.DSMT4" ShapeID="_x0000_i1026" DrawAspect="Content" ObjectID="_1422355531" r:id="rId10"/>
              </w:object>
            </w:r>
          </w:p>
        </w:tc>
        <w:tc>
          <w:tcPr>
            <w:tcW w:w="1415" w:type="dxa"/>
            <w:vAlign w:val="bottom"/>
          </w:tcPr>
          <w:p w:rsidR="002F4455" w:rsidRPr="00573A5C" w:rsidRDefault="00573A5C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(2)</w:t>
            </w:r>
          </w:p>
        </w:tc>
      </w:tr>
      <w:tr w:rsidR="00464F5F" w:rsidRPr="00573A5C" w:rsidTr="009E6FD7">
        <w:tc>
          <w:tcPr>
            <w:tcW w:w="777" w:type="dxa"/>
          </w:tcPr>
          <w:p w:rsidR="00464F5F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5(a)</w:t>
            </w:r>
          </w:p>
        </w:tc>
        <w:tc>
          <w:tcPr>
            <w:tcW w:w="8222" w:type="dxa"/>
          </w:tcPr>
          <w:p w:rsidR="00464F5F" w:rsidRPr="00573A5C" w:rsidRDefault="00464F5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Expand and Simplify:</w:t>
            </w:r>
          </w:p>
          <w:p w:rsidR="00464F5F" w:rsidRPr="00573A5C" w:rsidRDefault="00464F5F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(x+</w:t>
            </w:r>
            <w:r w:rsidR="00573A5C" w:rsidRPr="00573A5C">
              <w:rPr>
                <w:rFonts w:ascii="Arial" w:eastAsiaTheme="minorHAnsi" w:hAnsi="Arial" w:cs="Arial"/>
                <w:sz w:val="24"/>
                <w:szCs w:val="24"/>
              </w:rPr>
              <w:t>7)(x-3</w:t>
            </w: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:rsidR="00464F5F" w:rsidRPr="00573A5C" w:rsidRDefault="00464F5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464F5F" w:rsidRPr="00573A5C" w:rsidRDefault="00573A5C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</w:t>
            </w:r>
            <w:r w:rsidR="00464F5F" w:rsidRPr="00573A5C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464F5F" w:rsidRPr="00573A5C" w:rsidTr="009E6FD7">
        <w:tc>
          <w:tcPr>
            <w:tcW w:w="777" w:type="dxa"/>
          </w:tcPr>
          <w:p w:rsidR="00464F5F" w:rsidRPr="00573A5C" w:rsidRDefault="00573A5C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5(b)</w:t>
            </w:r>
          </w:p>
        </w:tc>
        <w:tc>
          <w:tcPr>
            <w:tcW w:w="8222" w:type="dxa"/>
          </w:tcPr>
          <w:p w:rsidR="00464F5F" w:rsidRPr="00573A5C" w:rsidRDefault="00464F5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Expand and Simplify</w:t>
            </w:r>
          </w:p>
          <w:p w:rsidR="00464F5F" w:rsidRPr="00573A5C" w:rsidRDefault="00464F5F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(x-</w:t>
            </w:r>
            <w:r w:rsidR="00573A5C" w:rsidRPr="00573A5C">
              <w:rPr>
                <w:rFonts w:ascii="Arial" w:eastAsiaTheme="minorHAnsi" w:hAnsi="Arial" w:cs="Arial"/>
                <w:sz w:val="24"/>
                <w:szCs w:val="24"/>
              </w:rPr>
              <w:t>5</w:t>
            </w: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)</w:t>
            </w:r>
            <w:r w:rsidRPr="00573A5C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2</w:t>
            </w:r>
          </w:p>
          <w:p w:rsidR="00464F5F" w:rsidRPr="00573A5C" w:rsidRDefault="00464F5F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464F5F" w:rsidRPr="00573A5C" w:rsidRDefault="00573A5C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573A5C">
              <w:rPr>
                <w:rFonts w:ascii="Arial" w:eastAsiaTheme="minorHAnsi" w:hAnsi="Arial" w:cs="Arial"/>
                <w:sz w:val="24"/>
                <w:szCs w:val="24"/>
              </w:rPr>
              <w:t>(2</w:t>
            </w:r>
            <w:r w:rsidR="00464F5F" w:rsidRPr="00573A5C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</w:tbl>
    <w:p w:rsidR="00BC6500" w:rsidRPr="00573A5C" w:rsidRDefault="00BC6500">
      <w:pPr>
        <w:rPr>
          <w:rFonts w:ascii="Arial" w:hAnsi="Arial" w:cs="Arial"/>
          <w:sz w:val="24"/>
          <w:szCs w:val="24"/>
        </w:rPr>
      </w:pPr>
    </w:p>
    <w:sectPr w:rsidR="00BC6500" w:rsidRPr="00573A5C" w:rsidSect="00BC65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E37" w:rsidRDefault="00A31E37" w:rsidP="00BC6500">
      <w:pPr>
        <w:spacing w:after="0" w:line="240" w:lineRule="auto"/>
      </w:pPr>
      <w:r>
        <w:separator/>
      </w:r>
    </w:p>
  </w:endnote>
  <w:endnote w:type="continuationSeparator" w:id="0">
    <w:p w:rsidR="00A31E37" w:rsidRDefault="00A31E37" w:rsidP="00BC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63" w:rsidRDefault="007678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00" w:rsidRPr="00736B52" w:rsidRDefault="00BC6500" w:rsidP="00BC6500">
    <w:pPr>
      <w:pStyle w:val="Footer"/>
      <w:jc w:val="center"/>
      <w:rPr>
        <w:b/>
        <w:sz w:val="20"/>
        <w:szCs w:val="20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63" w:rsidRDefault="007678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E37" w:rsidRDefault="00A31E37" w:rsidP="00BC6500">
      <w:pPr>
        <w:spacing w:after="0" w:line="240" w:lineRule="auto"/>
      </w:pPr>
      <w:r>
        <w:separator/>
      </w:r>
    </w:p>
  </w:footnote>
  <w:footnote w:type="continuationSeparator" w:id="0">
    <w:p w:rsidR="00A31E37" w:rsidRDefault="00A31E37" w:rsidP="00BC6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63" w:rsidRDefault="007678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00" w:rsidRDefault="00BC65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863" w:rsidRDefault="007678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00"/>
    <w:rsid w:val="000C2053"/>
    <w:rsid w:val="00122854"/>
    <w:rsid w:val="00124726"/>
    <w:rsid w:val="00165298"/>
    <w:rsid w:val="00230A80"/>
    <w:rsid w:val="002465FA"/>
    <w:rsid w:val="00276E3A"/>
    <w:rsid w:val="00294A4C"/>
    <w:rsid w:val="002E3F89"/>
    <w:rsid w:val="002F4455"/>
    <w:rsid w:val="00344163"/>
    <w:rsid w:val="003B54D7"/>
    <w:rsid w:val="00401CB4"/>
    <w:rsid w:val="00464F5F"/>
    <w:rsid w:val="004D411A"/>
    <w:rsid w:val="004F1C56"/>
    <w:rsid w:val="00573A5C"/>
    <w:rsid w:val="005A4365"/>
    <w:rsid w:val="005F1677"/>
    <w:rsid w:val="006B147D"/>
    <w:rsid w:val="006F2415"/>
    <w:rsid w:val="00702346"/>
    <w:rsid w:val="00736B52"/>
    <w:rsid w:val="00767863"/>
    <w:rsid w:val="00784DF6"/>
    <w:rsid w:val="008640EC"/>
    <w:rsid w:val="00966453"/>
    <w:rsid w:val="009E6FD7"/>
    <w:rsid w:val="009F459D"/>
    <w:rsid w:val="00A31E37"/>
    <w:rsid w:val="00A93D56"/>
    <w:rsid w:val="00AD6B55"/>
    <w:rsid w:val="00B178E8"/>
    <w:rsid w:val="00BA3C2D"/>
    <w:rsid w:val="00BC6500"/>
    <w:rsid w:val="00C23718"/>
    <w:rsid w:val="00C66B46"/>
    <w:rsid w:val="00CA2C9F"/>
    <w:rsid w:val="00D11FA4"/>
    <w:rsid w:val="00EF2FB4"/>
    <w:rsid w:val="00F9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character" w:customStyle="1" w:styleId="apple-style-span">
    <w:name w:val="apple-style-span"/>
    <w:basedOn w:val="DefaultParagraphFont"/>
    <w:rsid w:val="00736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character" w:customStyle="1" w:styleId="apple-style-span">
    <w:name w:val="apple-style-span"/>
    <w:basedOn w:val="DefaultParagraphFont"/>
    <w:rsid w:val="00736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6B2E856D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Brown</cp:lastModifiedBy>
  <cp:revision>3</cp:revision>
  <dcterms:created xsi:type="dcterms:W3CDTF">2013-02-14T13:58:00Z</dcterms:created>
  <dcterms:modified xsi:type="dcterms:W3CDTF">2013-02-14T13:58:00Z</dcterms:modified>
</cp:coreProperties>
</file>